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42023" w14:textId="79419C35" w:rsidR="00FE5BD6" w:rsidRPr="008E4CE8" w:rsidRDefault="00FE5BD6" w:rsidP="00FE5BD6">
      <w:pPr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8E4CE8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 nr </w:t>
      </w:r>
      <w:r w:rsidR="008E4CE8" w:rsidRPr="008E4CE8">
        <w:rPr>
          <w:rFonts w:ascii="Arial" w:eastAsia="Times New Roman" w:hAnsi="Arial" w:cs="Arial"/>
          <w:bCs/>
          <w:sz w:val="18"/>
          <w:szCs w:val="18"/>
          <w:lang w:eastAsia="pl-PL"/>
        </w:rPr>
        <w:t>3</w:t>
      </w:r>
    </w:p>
    <w:p w14:paraId="03E19F15" w14:textId="53BA69C8" w:rsidR="00FE5BD6" w:rsidRPr="008E4CE8" w:rsidRDefault="00FE5BD6" w:rsidP="00FE5BD6">
      <w:pPr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8E4CE8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do Uchwały </w:t>
      </w:r>
      <w:r w:rsidR="00EA4B9E">
        <w:rPr>
          <w:rFonts w:ascii="Arial" w:eastAsia="Times New Roman" w:hAnsi="Arial" w:cs="Arial"/>
          <w:bCs/>
          <w:sz w:val="18"/>
          <w:szCs w:val="18"/>
          <w:lang w:eastAsia="pl-PL"/>
        </w:rPr>
        <w:t>n</w:t>
      </w:r>
      <w:r w:rsidRPr="008E4CE8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r </w:t>
      </w:r>
      <w:r w:rsidR="001866E4">
        <w:rPr>
          <w:rFonts w:ascii="Arial" w:eastAsia="Times New Roman" w:hAnsi="Arial" w:cs="Arial"/>
          <w:bCs/>
          <w:sz w:val="18"/>
          <w:szCs w:val="18"/>
          <w:lang w:eastAsia="pl-PL"/>
        </w:rPr>
        <w:t>376/22</w:t>
      </w:r>
    </w:p>
    <w:p w14:paraId="01A09D3C" w14:textId="77777777" w:rsidR="00FE5BD6" w:rsidRPr="008E4CE8" w:rsidRDefault="00FE5BD6" w:rsidP="00FE5BD6">
      <w:pPr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8E4CE8">
        <w:rPr>
          <w:rFonts w:ascii="Arial" w:eastAsia="Times New Roman" w:hAnsi="Arial" w:cs="Arial"/>
          <w:bCs/>
          <w:sz w:val="18"/>
          <w:szCs w:val="18"/>
          <w:lang w:eastAsia="pl-PL"/>
        </w:rPr>
        <w:t>Zarządu Województwa Łódzkiego</w:t>
      </w:r>
    </w:p>
    <w:p w14:paraId="09BCA78B" w14:textId="68165EA0" w:rsidR="006B4165" w:rsidRDefault="00FE5BD6" w:rsidP="00FE5BD6">
      <w:pPr>
        <w:jc w:val="right"/>
        <w:rPr>
          <w:rFonts w:ascii="Arial" w:hAnsi="Arial" w:cs="Arial"/>
          <w:szCs w:val="24"/>
        </w:rPr>
      </w:pPr>
      <w:r w:rsidRPr="008E4CE8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z dnia </w:t>
      </w:r>
      <w:r w:rsidR="005A1073">
        <w:rPr>
          <w:rFonts w:ascii="Arial" w:eastAsia="Times New Roman" w:hAnsi="Arial" w:cs="Arial"/>
          <w:bCs/>
          <w:sz w:val="18"/>
          <w:szCs w:val="18"/>
          <w:lang w:eastAsia="pl-PL"/>
        </w:rPr>
        <w:t>1</w:t>
      </w:r>
      <w:r w:rsidR="0053129A">
        <w:rPr>
          <w:rFonts w:ascii="Arial" w:eastAsia="Times New Roman" w:hAnsi="Arial" w:cs="Arial"/>
          <w:bCs/>
          <w:sz w:val="18"/>
          <w:szCs w:val="18"/>
          <w:lang w:eastAsia="pl-PL"/>
        </w:rPr>
        <w:t>7</w:t>
      </w:r>
      <w:r w:rsidR="00895857">
        <w:rPr>
          <w:rFonts w:ascii="Arial" w:eastAsia="Times New Roman" w:hAnsi="Arial" w:cs="Arial"/>
          <w:bCs/>
          <w:sz w:val="18"/>
          <w:szCs w:val="18"/>
          <w:lang w:eastAsia="pl-PL"/>
        </w:rPr>
        <w:t>.05.</w:t>
      </w:r>
      <w:r w:rsidR="00E75459" w:rsidRPr="008E4CE8">
        <w:rPr>
          <w:rFonts w:ascii="Arial" w:eastAsia="Times New Roman" w:hAnsi="Arial" w:cs="Arial"/>
          <w:bCs/>
          <w:sz w:val="18"/>
          <w:szCs w:val="18"/>
          <w:lang w:eastAsia="pl-PL"/>
        </w:rPr>
        <w:t>20</w:t>
      </w:r>
      <w:r w:rsidR="008E4CE8">
        <w:rPr>
          <w:rFonts w:ascii="Arial" w:eastAsia="Times New Roman" w:hAnsi="Arial" w:cs="Arial"/>
          <w:bCs/>
          <w:sz w:val="18"/>
          <w:szCs w:val="18"/>
          <w:lang w:eastAsia="pl-PL"/>
        </w:rPr>
        <w:t>22</w:t>
      </w:r>
      <w:r w:rsidRPr="008E4CE8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r.</w:t>
      </w:r>
    </w:p>
    <w:p w14:paraId="25744170" w14:textId="77777777" w:rsidR="006B4165" w:rsidRDefault="006B4165" w:rsidP="006B4165">
      <w:pPr>
        <w:rPr>
          <w:rFonts w:ascii="Arial" w:hAnsi="Arial" w:cs="Arial"/>
          <w:szCs w:val="24"/>
        </w:rPr>
      </w:pPr>
    </w:p>
    <w:p w14:paraId="2440B7DB" w14:textId="2D0C15A0" w:rsidR="006B4165" w:rsidRPr="000D062C" w:rsidRDefault="006B4165" w:rsidP="000D062C">
      <w:pPr>
        <w:jc w:val="center"/>
        <w:rPr>
          <w:rFonts w:ascii="Arial" w:hAnsi="Arial" w:cs="Arial"/>
          <w:b/>
          <w:bCs/>
          <w:szCs w:val="24"/>
        </w:rPr>
      </w:pPr>
      <w:r w:rsidRPr="00323016">
        <w:rPr>
          <w:rFonts w:ascii="Arial" w:hAnsi="Arial" w:cs="Arial"/>
          <w:b/>
          <w:szCs w:val="24"/>
        </w:rPr>
        <w:t>Formularz zgłaszania uwag i wniosków</w:t>
      </w:r>
      <w:r w:rsidRPr="00323016">
        <w:rPr>
          <w:rFonts w:ascii="Arial" w:hAnsi="Arial" w:cs="Arial"/>
          <w:szCs w:val="24"/>
        </w:rPr>
        <w:t xml:space="preserve"> </w:t>
      </w:r>
      <w:r w:rsidRPr="000D062C">
        <w:rPr>
          <w:rFonts w:ascii="Arial" w:hAnsi="Arial" w:cs="Arial"/>
          <w:b/>
          <w:bCs/>
          <w:szCs w:val="24"/>
        </w:rPr>
        <w:t>do projektu</w:t>
      </w:r>
      <w:r w:rsidR="000D062C">
        <w:rPr>
          <w:rFonts w:ascii="Arial" w:hAnsi="Arial" w:cs="Arial"/>
          <w:b/>
          <w:bCs/>
          <w:szCs w:val="24"/>
        </w:rPr>
        <w:br/>
      </w:r>
      <w:r w:rsidR="005A2A15" w:rsidRPr="000D062C">
        <w:rPr>
          <w:rFonts w:ascii="Arial" w:hAnsi="Arial" w:cs="Arial"/>
          <w:b/>
          <w:bCs/>
          <w:szCs w:val="24"/>
        </w:rPr>
        <w:t>„</w:t>
      </w:r>
      <w:r w:rsidR="000D062C" w:rsidRPr="000D062C">
        <w:rPr>
          <w:rFonts w:ascii="Arial" w:hAnsi="Arial" w:cs="Arial"/>
          <w:b/>
          <w:bCs/>
          <w:color w:val="000000" w:themeColor="text1"/>
        </w:rPr>
        <w:t>Strategii w zakresie polityki społecznej województwa łódzkiego do 2030 roku</w:t>
      </w:r>
      <w:r w:rsidR="00727E31" w:rsidRPr="000D062C">
        <w:rPr>
          <w:rFonts w:ascii="Arial" w:hAnsi="Arial" w:cs="Arial"/>
          <w:b/>
          <w:bCs/>
        </w:rPr>
        <w:t>”</w:t>
      </w:r>
    </w:p>
    <w:p w14:paraId="61DA0042" w14:textId="77777777" w:rsidR="006B4165" w:rsidRPr="006225C2" w:rsidRDefault="006B4165" w:rsidP="006B4165">
      <w:pPr>
        <w:jc w:val="center"/>
        <w:rPr>
          <w:rFonts w:ascii="Arial" w:hAnsi="Arial" w:cs="Arial"/>
          <w:sz w:val="20"/>
          <w:szCs w:val="20"/>
        </w:rPr>
      </w:pPr>
    </w:p>
    <w:p w14:paraId="0348CA8F" w14:textId="77777777" w:rsidR="006B4165" w:rsidRPr="006225C2" w:rsidRDefault="006B4165" w:rsidP="006B4165">
      <w:pPr>
        <w:jc w:val="center"/>
        <w:rPr>
          <w:rFonts w:ascii="Arial" w:hAnsi="Arial" w:cs="Arial"/>
          <w:sz w:val="20"/>
          <w:szCs w:val="20"/>
        </w:rPr>
      </w:pPr>
    </w:p>
    <w:p w14:paraId="1A8F769D" w14:textId="77777777" w:rsidR="006B4165" w:rsidRPr="006B4165" w:rsidRDefault="006B4165" w:rsidP="006B4165">
      <w:pPr>
        <w:pStyle w:val="Akapitzlist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6B4165">
        <w:rPr>
          <w:rFonts w:ascii="Arial" w:hAnsi="Arial" w:cs="Arial"/>
          <w:sz w:val="24"/>
          <w:szCs w:val="24"/>
        </w:rPr>
        <w:t>Informacja o zgłaszającym</w:t>
      </w:r>
    </w:p>
    <w:p w14:paraId="0CC63464" w14:textId="77777777" w:rsidR="006B4165" w:rsidRPr="006B4165" w:rsidRDefault="006B4165" w:rsidP="006B4165">
      <w:pPr>
        <w:pStyle w:val="Akapitzlist"/>
        <w:spacing w:after="120" w:line="240" w:lineRule="auto"/>
        <w:ind w:left="714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4395"/>
      </w:tblGrid>
      <w:tr w:rsidR="006B4165" w:rsidRPr="006B4165" w14:paraId="3A809606" w14:textId="77777777" w:rsidTr="006B4165">
        <w:trPr>
          <w:trHeight w:hRule="exact" w:val="855"/>
          <w:jc w:val="center"/>
        </w:trPr>
        <w:tc>
          <w:tcPr>
            <w:tcW w:w="4077" w:type="dxa"/>
          </w:tcPr>
          <w:p w14:paraId="2AD49228" w14:textId="77777777" w:rsidR="006B4165" w:rsidRPr="006B4165" w:rsidRDefault="006B4165" w:rsidP="0039409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Cs w:val="24"/>
              </w:rPr>
            </w:pPr>
            <w:r w:rsidRPr="006B4165">
              <w:rPr>
                <w:rFonts w:ascii="Arial" w:hAnsi="Arial" w:cs="Arial"/>
                <w:szCs w:val="24"/>
              </w:rPr>
              <w:t xml:space="preserve">Nazwa </w:t>
            </w:r>
            <w:r w:rsidR="0039409A">
              <w:rPr>
                <w:rFonts w:ascii="Arial" w:hAnsi="Arial" w:cs="Arial"/>
                <w:szCs w:val="24"/>
              </w:rPr>
              <w:t>podmiotu zgłaszającego:</w:t>
            </w:r>
          </w:p>
        </w:tc>
        <w:tc>
          <w:tcPr>
            <w:tcW w:w="4395" w:type="dxa"/>
          </w:tcPr>
          <w:p w14:paraId="37F7DA5B" w14:textId="77777777" w:rsidR="006B4165" w:rsidRPr="006B4165" w:rsidRDefault="001665E0" w:rsidP="006B4165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</w:t>
            </w:r>
          </w:p>
        </w:tc>
      </w:tr>
      <w:tr w:rsidR="006B4165" w:rsidRPr="006B4165" w14:paraId="2BEE52DA" w14:textId="77777777" w:rsidTr="006B4165">
        <w:trPr>
          <w:trHeight w:hRule="exact" w:val="839"/>
          <w:jc w:val="center"/>
        </w:trPr>
        <w:tc>
          <w:tcPr>
            <w:tcW w:w="4077" w:type="dxa"/>
          </w:tcPr>
          <w:p w14:paraId="72082A29" w14:textId="77777777" w:rsidR="006B4165" w:rsidRPr="006B4165" w:rsidRDefault="006B4165" w:rsidP="0039409A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Cs w:val="24"/>
              </w:rPr>
            </w:pPr>
            <w:r w:rsidRPr="006B4165">
              <w:rPr>
                <w:rFonts w:ascii="Arial" w:hAnsi="Arial" w:cs="Arial"/>
                <w:szCs w:val="24"/>
              </w:rPr>
              <w:t>Adres</w:t>
            </w:r>
            <w:r w:rsidR="0039409A">
              <w:rPr>
                <w:rFonts w:ascii="Arial" w:hAnsi="Arial" w:cs="Arial"/>
                <w:szCs w:val="24"/>
              </w:rPr>
              <w:t xml:space="preserve"> podmiotu</w:t>
            </w:r>
            <w:r w:rsidRPr="006B4165">
              <w:rPr>
                <w:rFonts w:ascii="Arial" w:hAnsi="Arial" w:cs="Arial"/>
                <w:szCs w:val="24"/>
              </w:rPr>
              <w:t>:</w:t>
            </w:r>
          </w:p>
        </w:tc>
        <w:tc>
          <w:tcPr>
            <w:tcW w:w="4395" w:type="dxa"/>
          </w:tcPr>
          <w:p w14:paraId="3E4659C3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Cs w:val="24"/>
              </w:rPr>
            </w:pPr>
          </w:p>
        </w:tc>
      </w:tr>
      <w:tr w:rsidR="006B4165" w:rsidRPr="006B4165" w14:paraId="7A6019B4" w14:textId="77777777" w:rsidTr="006B4165">
        <w:trPr>
          <w:trHeight w:hRule="exact" w:val="851"/>
          <w:jc w:val="center"/>
        </w:trPr>
        <w:tc>
          <w:tcPr>
            <w:tcW w:w="4077" w:type="dxa"/>
          </w:tcPr>
          <w:p w14:paraId="70ED33D5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Cs w:val="24"/>
              </w:rPr>
            </w:pPr>
            <w:r w:rsidRPr="006B4165">
              <w:rPr>
                <w:rFonts w:ascii="Arial" w:hAnsi="Arial" w:cs="Arial"/>
                <w:szCs w:val="24"/>
              </w:rPr>
              <w:t>Telefon kontaktowy:</w:t>
            </w:r>
          </w:p>
        </w:tc>
        <w:tc>
          <w:tcPr>
            <w:tcW w:w="4395" w:type="dxa"/>
          </w:tcPr>
          <w:p w14:paraId="56EA6CE3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Cs w:val="24"/>
              </w:rPr>
            </w:pPr>
          </w:p>
        </w:tc>
      </w:tr>
      <w:tr w:rsidR="006B4165" w:rsidRPr="006B4165" w14:paraId="0A87ED3F" w14:textId="77777777" w:rsidTr="006B4165">
        <w:trPr>
          <w:trHeight w:hRule="exact" w:val="565"/>
          <w:jc w:val="center"/>
        </w:trPr>
        <w:tc>
          <w:tcPr>
            <w:tcW w:w="4077" w:type="dxa"/>
          </w:tcPr>
          <w:p w14:paraId="53C6F50B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Cs w:val="24"/>
              </w:rPr>
            </w:pPr>
            <w:r w:rsidRPr="006B4165">
              <w:rPr>
                <w:rFonts w:ascii="Arial" w:hAnsi="Arial" w:cs="Arial"/>
                <w:szCs w:val="24"/>
              </w:rPr>
              <w:t>E-mail:</w:t>
            </w:r>
          </w:p>
        </w:tc>
        <w:tc>
          <w:tcPr>
            <w:tcW w:w="4395" w:type="dxa"/>
          </w:tcPr>
          <w:p w14:paraId="12B37B25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Cs w:val="24"/>
              </w:rPr>
            </w:pPr>
          </w:p>
        </w:tc>
      </w:tr>
    </w:tbl>
    <w:p w14:paraId="1BA54336" w14:textId="77777777" w:rsidR="006B4165" w:rsidRPr="006B4165" w:rsidRDefault="006B4165" w:rsidP="006B4165">
      <w:pPr>
        <w:rPr>
          <w:rFonts w:ascii="Arial" w:hAnsi="Arial" w:cs="Arial"/>
          <w:szCs w:val="24"/>
        </w:rPr>
      </w:pPr>
    </w:p>
    <w:p w14:paraId="2E10205F" w14:textId="77777777" w:rsidR="006B4165" w:rsidRPr="006B4165" w:rsidRDefault="006B4165" w:rsidP="006B4165">
      <w:pPr>
        <w:rPr>
          <w:rFonts w:ascii="Arial" w:hAnsi="Arial" w:cs="Arial"/>
          <w:sz w:val="20"/>
          <w:szCs w:val="20"/>
        </w:rPr>
      </w:pPr>
    </w:p>
    <w:p w14:paraId="3BB6A75E" w14:textId="79448E7D" w:rsidR="006B4165" w:rsidRPr="006B4165" w:rsidRDefault="00EE357B" w:rsidP="006B4165">
      <w:pPr>
        <w:pStyle w:val="Akapitzlist"/>
        <w:numPr>
          <w:ilvl w:val="0"/>
          <w:numId w:val="1"/>
        </w:numPr>
        <w:spacing w:after="120" w:line="24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B4165" w:rsidRPr="006B4165">
        <w:rPr>
          <w:rFonts w:ascii="Arial" w:hAnsi="Arial" w:cs="Arial"/>
          <w:sz w:val="24"/>
          <w:szCs w:val="24"/>
        </w:rPr>
        <w:t xml:space="preserve">wagi i </w:t>
      </w:r>
      <w:r w:rsidR="000D062C">
        <w:rPr>
          <w:rFonts w:ascii="Arial" w:hAnsi="Arial" w:cs="Arial"/>
          <w:sz w:val="24"/>
          <w:szCs w:val="24"/>
        </w:rPr>
        <w:t xml:space="preserve">zgłaszane </w:t>
      </w:r>
      <w:r w:rsidR="006B4165" w:rsidRPr="006B4165">
        <w:rPr>
          <w:rFonts w:ascii="Arial" w:hAnsi="Arial" w:cs="Arial"/>
          <w:sz w:val="24"/>
          <w:szCs w:val="24"/>
        </w:rPr>
        <w:t>wnioski</w:t>
      </w:r>
    </w:p>
    <w:tbl>
      <w:tblPr>
        <w:tblW w:w="102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1135"/>
        <w:gridCol w:w="2840"/>
        <w:gridCol w:w="1211"/>
        <w:gridCol w:w="1767"/>
        <w:gridCol w:w="2726"/>
      </w:tblGrid>
      <w:tr w:rsidR="006B4165" w:rsidRPr="006B4165" w14:paraId="14F3D02C" w14:textId="77777777" w:rsidTr="006B4165">
        <w:trPr>
          <w:jc w:val="center"/>
        </w:trPr>
        <w:tc>
          <w:tcPr>
            <w:tcW w:w="570" w:type="dxa"/>
            <w:shd w:val="pct12" w:color="auto" w:fill="auto"/>
          </w:tcPr>
          <w:p w14:paraId="693F863B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Cs w:val="24"/>
              </w:rPr>
            </w:pPr>
            <w:r w:rsidRPr="006B4165">
              <w:rPr>
                <w:rFonts w:ascii="Arial" w:hAnsi="Arial" w:cs="Arial"/>
                <w:b/>
                <w:szCs w:val="24"/>
              </w:rPr>
              <w:t>Lp.</w:t>
            </w:r>
          </w:p>
        </w:tc>
        <w:tc>
          <w:tcPr>
            <w:tcW w:w="1136" w:type="dxa"/>
            <w:shd w:val="pct12" w:color="auto" w:fill="auto"/>
          </w:tcPr>
          <w:p w14:paraId="450D7168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Cs w:val="24"/>
              </w:rPr>
            </w:pPr>
            <w:r w:rsidRPr="006B4165">
              <w:rPr>
                <w:rFonts w:ascii="Arial" w:hAnsi="Arial" w:cs="Arial"/>
                <w:b/>
                <w:szCs w:val="24"/>
              </w:rPr>
              <w:t>Strona</w:t>
            </w:r>
          </w:p>
        </w:tc>
        <w:tc>
          <w:tcPr>
            <w:tcW w:w="2840" w:type="dxa"/>
            <w:shd w:val="pct12" w:color="auto" w:fill="auto"/>
          </w:tcPr>
          <w:p w14:paraId="2FC472CE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Cs w:val="24"/>
              </w:rPr>
            </w:pPr>
            <w:r w:rsidRPr="006B4165">
              <w:rPr>
                <w:rFonts w:ascii="Arial" w:hAnsi="Arial" w:cs="Arial"/>
                <w:b/>
                <w:szCs w:val="24"/>
              </w:rPr>
              <w:t>Fragment tekstu/tabeli/rozdziału, do którego odnosi się uwaga</w:t>
            </w:r>
          </w:p>
        </w:tc>
        <w:tc>
          <w:tcPr>
            <w:tcW w:w="1212" w:type="dxa"/>
            <w:tcBorders>
              <w:right w:val="single" w:sz="4" w:space="0" w:color="auto"/>
            </w:tcBorders>
            <w:shd w:val="pct12" w:color="auto" w:fill="auto"/>
          </w:tcPr>
          <w:p w14:paraId="1E752261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Cs w:val="24"/>
              </w:rPr>
            </w:pPr>
            <w:r w:rsidRPr="006B4165">
              <w:rPr>
                <w:rFonts w:ascii="Arial" w:hAnsi="Arial" w:cs="Arial"/>
                <w:b/>
                <w:szCs w:val="24"/>
              </w:rPr>
              <w:t>Treść uwagi</w:t>
            </w:r>
          </w:p>
        </w:tc>
        <w:tc>
          <w:tcPr>
            <w:tcW w:w="1768" w:type="dxa"/>
            <w:tcBorders>
              <w:left w:val="single" w:sz="4" w:space="0" w:color="auto"/>
            </w:tcBorders>
            <w:shd w:val="pct12" w:color="auto" w:fill="auto"/>
          </w:tcPr>
          <w:p w14:paraId="0EB4990A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Cs w:val="24"/>
              </w:rPr>
            </w:pPr>
            <w:r w:rsidRPr="006B4165">
              <w:rPr>
                <w:rFonts w:ascii="Arial" w:hAnsi="Arial" w:cs="Arial"/>
                <w:b/>
                <w:szCs w:val="24"/>
              </w:rPr>
              <w:t>Propozycja zapisu</w:t>
            </w:r>
          </w:p>
        </w:tc>
        <w:tc>
          <w:tcPr>
            <w:tcW w:w="2729" w:type="dxa"/>
            <w:shd w:val="pct12" w:color="auto" w:fill="auto"/>
          </w:tcPr>
          <w:p w14:paraId="415FD825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Cs w:val="24"/>
              </w:rPr>
            </w:pPr>
            <w:r w:rsidRPr="006B4165">
              <w:rPr>
                <w:rFonts w:ascii="Arial" w:hAnsi="Arial" w:cs="Arial"/>
                <w:b/>
                <w:szCs w:val="24"/>
              </w:rPr>
              <w:t>Uzasadnienie wniesienia uwagi</w:t>
            </w:r>
          </w:p>
        </w:tc>
      </w:tr>
      <w:tr w:rsidR="006B4165" w:rsidRPr="006B4165" w14:paraId="32CFA6F9" w14:textId="77777777" w:rsidTr="006B4165">
        <w:trPr>
          <w:trHeight w:val="567"/>
          <w:jc w:val="center"/>
        </w:trPr>
        <w:tc>
          <w:tcPr>
            <w:tcW w:w="570" w:type="dxa"/>
          </w:tcPr>
          <w:p w14:paraId="6885DB75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  <w:tc>
          <w:tcPr>
            <w:tcW w:w="1136" w:type="dxa"/>
          </w:tcPr>
          <w:p w14:paraId="72410F89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  <w:tc>
          <w:tcPr>
            <w:tcW w:w="2840" w:type="dxa"/>
          </w:tcPr>
          <w:p w14:paraId="44FDFA86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  <w:tc>
          <w:tcPr>
            <w:tcW w:w="1212" w:type="dxa"/>
            <w:tcBorders>
              <w:right w:val="single" w:sz="4" w:space="0" w:color="auto"/>
            </w:tcBorders>
          </w:tcPr>
          <w:p w14:paraId="5E80B4FA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768" w:type="dxa"/>
            <w:tcBorders>
              <w:left w:val="single" w:sz="4" w:space="0" w:color="auto"/>
            </w:tcBorders>
          </w:tcPr>
          <w:p w14:paraId="0AABD3E8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729" w:type="dxa"/>
          </w:tcPr>
          <w:p w14:paraId="7CED3322" w14:textId="77777777" w:rsidR="006B4165" w:rsidRPr="006B4165" w:rsidRDefault="006B4165" w:rsidP="006B4165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</w:tr>
      <w:tr w:rsidR="006B4165" w14:paraId="1CBAC608" w14:textId="77777777" w:rsidTr="006B4165">
        <w:trPr>
          <w:trHeight w:val="567"/>
          <w:jc w:val="center"/>
        </w:trPr>
        <w:tc>
          <w:tcPr>
            <w:tcW w:w="570" w:type="dxa"/>
          </w:tcPr>
          <w:p w14:paraId="63456F9A" w14:textId="77777777" w:rsidR="006B4165" w:rsidRPr="00120EE1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136" w:type="dxa"/>
          </w:tcPr>
          <w:p w14:paraId="79D75C48" w14:textId="77777777" w:rsidR="006B4165" w:rsidRPr="00120EE1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2840" w:type="dxa"/>
          </w:tcPr>
          <w:p w14:paraId="55FC213A" w14:textId="77777777" w:rsidR="006B4165" w:rsidRPr="00AC551A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2" w:type="dxa"/>
            <w:tcBorders>
              <w:right w:val="single" w:sz="4" w:space="0" w:color="auto"/>
            </w:tcBorders>
          </w:tcPr>
          <w:p w14:paraId="44939DA3" w14:textId="77777777" w:rsidR="006B4165" w:rsidRPr="00AC551A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768" w:type="dxa"/>
            <w:tcBorders>
              <w:left w:val="single" w:sz="4" w:space="0" w:color="auto"/>
            </w:tcBorders>
          </w:tcPr>
          <w:p w14:paraId="6E1361CF" w14:textId="77777777" w:rsidR="006B4165" w:rsidRPr="00AC551A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2729" w:type="dxa"/>
          </w:tcPr>
          <w:p w14:paraId="789C3C1B" w14:textId="77777777" w:rsidR="006B4165" w:rsidRPr="00AC551A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</w:tr>
      <w:tr w:rsidR="006B4165" w14:paraId="76CF7542" w14:textId="77777777" w:rsidTr="006B4165">
        <w:trPr>
          <w:trHeight w:val="567"/>
          <w:jc w:val="center"/>
        </w:trPr>
        <w:tc>
          <w:tcPr>
            <w:tcW w:w="570" w:type="dxa"/>
          </w:tcPr>
          <w:p w14:paraId="444BDBE0" w14:textId="77777777" w:rsidR="006B4165" w:rsidRPr="00120EE1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136" w:type="dxa"/>
          </w:tcPr>
          <w:p w14:paraId="2D3EF858" w14:textId="77777777" w:rsidR="006B4165" w:rsidRPr="00120EE1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2840" w:type="dxa"/>
          </w:tcPr>
          <w:p w14:paraId="63CA04E2" w14:textId="77777777" w:rsidR="006B4165" w:rsidRPr="00120EE1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2" w:type="dxa"/>
            <w:tcBorders>
              <w:right w:val="single" w:sz="4" w:space="0" w:color="auto"/>
            </w:tcBorders>
          </w:tcPr>
          <w:p w14:paraId="582A45CA" w14:textId="77777777" w:rsidR="006B4165" w:rsidRPr="00AC551A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768" w:type="dxa"/>
            <w:tcBorders>
              <w:left w:val="single" w:sz="4" w:space="0" w:color="auto"/>
            </w:tcBorders>
          </w:tcPr>
          <w:p w14:paraId="68C4419A" w14:textId="77777777" w:rsidR="006B4165" w:rsidRPr="00AC551A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2729" w:type="dxa"/>
          </w:tcPr>
          <w:p w14:paraId="4C15AE60" w14:textId="77777777" w:rsidR="006B4165" w:rsidRPr="00AC551A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</w:tr>
      <w:tr w:rsidR="006B4165" w14:paraId="3FF006CE" w14:textId="77777777" w:rsidTr="006B4165">
        <w:trPr>
          <w:trHeight w:val="567"/>
          <w:jc w:val="center"/>
        </w:trPr>
        <w:tc>
          <w:tcPr>
            <w:tcW w:w="570" w:type="dxa"/>
          </w:tcPr>
          <w:p w14:paraId="0FD263C2" w14:textId="77777777" w:rsidR="006B4165" w:rsidRPr="00120EE1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136" w:type="dxa"/>
          </w:tcPr>
          <w:p w14:paraId="1549C9D8" w14:textId="77777777" w:rsidR="006B4165" w:rsidRPr="00120EE1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2840" w:type="dxa"/>
          </w:tcPr>
          <w:p w14:paraId="4AD11811" w14:textId="77777777" w:rsidR="006B4165" w:rsidRPr="00120EE1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212" w:type="dxa"/>
            <w:tcBorders>
              <w:right w:val="single" w:sz="4" w:space="0" w:color="auto"/>
            </w:tcBorders>
          </w:tcPr>
          <w:p w14:paraId="529531A5" w14:textId="77777777" w:rsidR="006B4165" w:rsidRPr="00AC551A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768" w:type="dxa"/>
            <w:tcBorders>
              <w:left w:val="single" w:sz="4" w:space="0" w:color="auto"/>
            </w:tcBorders>
          </w:tcPr>
          <w:p w14:paraId="409E6F3E" w14:textId="77777777" w:rsidR="006B4165" w:rsidRPr="00AC551A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2729" w:type="dxa"/>
          </w:tcPr>
          <w:p w14:paraId="191E715F" w14:textId="77777777" w:rsidR="006B4165" w:rsidRPr="00AC551A" w:rsidRDefault="006B4165" w:rsidP="006B4165">
            <w:pPr>
              <w:tabs>
                <w:tab w:val="center" w:pos="4536"/>
                <w:tab w:val="right" w:pos="9072"/>
              </w:tabs>
            </w:pPr>
          </w:p>
        </w:tc>
      </w:tr>
    </w:tbl>
    <w:p w14:paraId="7641D6A3" w14:textId="77777777" w:rsidR="006B4165" w:rsidRDefault="006B4165" w:rsidP="006B4165"/>
    <w:p w14:paraId="56D42832" w14:textId="77777777" w:rsidR="006B4165" w:rsidRDefault="006B4165" w:rsidP="006B4165"/>
    <w:p w14:paraId="2416DF1B" w14:textId="77777777" w:rsidR="006B4165" w:rsidRDefault="006B4165" w:rsidP="006B4165">
      <w:pPr>
        <w:tabs>
          <w:tab w:val="left" w:pos="7425"/>
        </w:tabs>
        <w:jc w:val="right"/>
      </w:pPr>
      <w:r>
        <w:t>…………………………………</w:t>
      </w:r>
    </w:p>
    <w:p w14:paraId="1C79D997" w14:textId="77777777" w:rsidR="00AE10F6" w:rsidRDefault="006B4165" w:rsidP="006B4165">
      <w:pPr>
        <w:tabs>
          <w:tab w:val="left" w:pos="7425"/>
        </w:tabs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/podpis osoby reprezentującej/</w:t>
      </w:r>
    </w:p>
    <w:p w14:paraId="099D33FA" w14:textId="0BE41183" w:rsidR="008E4CE8" w:rsidRDefault="008E4CE8">
      <w:r>
        <w:br w:type="page"/>
      </w:r>
    </w:p>
    <w:p w14:paraId="6588FCC6" w14:textId="77777777" w:rsidR="008E4CE8" w:rsidRDefault="008E4CE8" w:rsidP="008E4CE8">
      <w:pPr>
        <w:jc w:val="center"/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INFORMACJA O WARUNKACH PRZETWARZANIA DANYCH OSOBOWYCH</w:t>
      </w:r>
    </w:p>
    <w:p w14:paraId="535637FB" w14:textId="77777777" w:rsidR="008E4CE8" w:rsidRDefault="008E4CE8" w:rsidP="008E4CE8">
      <w:pPr>
        <w:rPr>
          <w:rFonts w:asciiTheme="minorHAnsi" w:hAnsiTheme="minorHAnsi" w:cstheme="minorBidi"/>
          <w:sz w:val="22"/>
        </w:rPr>
      </w:pPr>
    </w:p>
    <w:p w14:paraId="2DAE8249" w14:textId="1AA2E8F1" w:rsidR="008E4CE8" w:rsidRDefault="008E4CE8" w:rsidP="008E4CE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art. 13 rozporządzenia Parlamentu Europejskiego i Rady (UE) 2016/679 z 27 kwietnia 2016 roku w sprawie ochrony osób fizycznych w związku z przetwarzaniem danych osobowych i w sprawie swobodnego przepływu takich danych oraz uchylenia dyrektywy 95/46/WE informujemy, że:</w:t>
      </w:r>
    </w:p>
    <w:p w14:paraId="1AC8E5CA" w14:textId="77777777" w:rsidR="008E4CE8" w:rsidRDefault="008E4CE8" w:rsidP="008E4CE8">
      <w:pPr>
        <w:spacing w:line="276" w:lineRule="auto"/>
        <w:rPr>
          <w:rFonts w:ascii="Arial" w:hAnsi="Arial" w:cs="Arial"/>
        </w:rPr>
      </w:pPr>
    </w:p>
    <w:p w14:paraId="282443DC" w14:textId="77777777" w:rsidR="008E4CE8" w:rsidRDefault="008E4CE8" w:rsidP="008E4CE8">
      <w:pPr>
        <w:numPr>
          <w:ilvl w:val="0"/>
          <w:numId w:val="2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Administratorem Pani/Pana danych osobowych jest Regionalne Centrum Polityki Społecznej z siedzibą w Łodzi ul. Snycerska 8, reprezentowane przez Dyrektora.</w:t>
      </w:r>
    </w:p>
    <w:p w14:paraId="124C21B9" w14:textId="77777777" w:rsidR="008E4CE8" w:rsidRDefault="008E4CE8" w:rsidP="008E4CE8">
      <w:pPr>
        <w:numPr>
          <w:ilvl w:val="0"/>
          <w:numId w:val="2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osobą pełniącą funkcję Inspektora Danych Osobowych u Administratora Danych Osobowych można się skontaktować pod adresem: Łódź, ul. Snycerska 8 pod adresem mailowym: </w:t>
      </w:r>
      <w:hyperlink r:id="rId8" w:history="1">
        <w:r>
          <w:rPr>
            <w:rStyle w:val="Hipercze"/>
            <w:rFonts w:ascii="Arial" w:hAnsi="Arial" w:cs="Arial"/>
          </w:rPr>
          <w:t>iodo@rcpslodz.pl</w:t>
        </w:r>
      </w:hyperlink>
      <w:r>
        <w:rPr>
          <w:rFonts w:ascii="Arial" w:hAnsi="Arial" w:cs="Arial"/>
        </w:rPr>
        <w:t xml:space="preserve">  nr tel. (42) 203 48 00.</w:t>
      </w:r>
    </w:p>
    <w:p w14:paraId="0DB65EAC" w14:textId="77777777" w:rsidR="008E4CE8" w:rsidRDefault="008E4CE8" w:rsidP="008E4CE8">
      <w:pPr>
        <w:numPr>
          <w:ilvl w:val="0"/>
          <w:numId w:val="2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Pani/Pana dane osobowe przetwarzane będą w następujących celach:</w:t>
      </w:r>
    </w:p>
    <w:p w14:paraId="285AA342" w14:textId="157CE381" w:rsidR="008E4CE8" w:rsidRPr="008E4CE8" w:rsidRDefault="008E4CE8" w:rsidP="00543515">
      <w:pPr>
        <w:spacing w:line="276" w:lineRule="auto"/>
        <w:ind w:left="440"/>
        <w:jc w:val="both"/>
        <w:rPr>
          <w:rStyle w:val="Wyrnieniedelikatne1"/>
          <w:rFonts w:cs="Arial"/>
          <w:iCs w:val="0"/>
          <w:color w:val="000000" w:themeColor="text1"/>
        </w:rPr>
      </w:pPr>
      <w:r w:rsidRPr="008E4CE8">
        <w:rPr>
          <w:rFonts w:ascii="Arial" w:hAnsi="Arial" w:cs="Arial"/>
          <w:color w:val="000000" w:themeColor="text1"/>
        </w:rPr>
        <w:t xml:space="preserve">  A. W celu realizacji konsultacji społecznych projektu </w:t>
      </w:r>
      <w:r w:rsidRPr="008E4CE8">
        <w:rPr>
          <w:rFonts w:ascii="Arial" w:hAnsi="Arial" w:cs="Arial"/>
          <w:color w:val="000000" w:themeColor="text1"/>
          <w:szCs w:val="24"/>
        </w:rPr>
        <w:t>„</w:t>
      </w:r>
      <w:r w:rsidRPr="008E4CE8">
        <w:rPr>
          <w:rFonts w:ascii="Arial" w:hAnsi="Arial" w:cs="Arial"/>
          <w:color w:val="000000" w:themeColor="text1"/>
        </w:rPr>
        <w:t>Strategii w zakresie polityki społecznej województwa łódzkiego do 2030 roku”.</w:t>
      </w:r>
    </w:p>
    <w:p w14:paraId="3835EC59" w14:textId="77777777" w:rsidR="008E4CE8" w:rsidRDefault="008E4CE8" w:rsidP="00543515">
      <w:pPr>
        <w:tabs>
          <w:tab w:val="left" w:pos="900"/>
        </w:tabs>
        <w:spacing w:line="276" w:lineRule="auto"/>
        <w:ind w:left="900" w:hanging="360"/>
        <w:jc w:val="both"/>
        <w:rPr>
          <w:sz w:val="22"/>
        </w:rPr>
      </w:pPr>
      <w:r w:rsidRPr="008E4CE8">
        <w:rPr>
          <w:rStyle w:val="Wyrnieniedelikatne1"/>
          <w:color w:val="000000" w:themeColor="text1"/>
        </w:rPr>
        <w:t>B.</w:t>
      </w:r>
      <w:r w:rsidRPr="008E4CE8">
        <w:rPr>
          <w:rStyle w:val="Wyrnieniedelikatne1"/>
          <w:color w:val="000000" w:themeColor="text1"/>
        </w:rPr>
        <w:tab/>
        <w:t xml:space="preserve">W celach sprawozdawczych, </w:t>
      </w:r>
      <w:r w:rsidRPr="008E4CE8">
        <w:rPr>
          <w:rFonts w:ascii="Arial" w:hAnsi="Arial" w:cs="Arial"/>
          <w:color w:val="000000" w:themeColor="text1"/>
        </w:rPr>
        <w:t xml:space="preserve">statystycznych </w:t>
      </w:r>
      <w:r>
        <w:rPr>
          <w:rFonts w:ascii="Arial" w:hAnsi="Arial" w:cs="Arial"/>
        </w:rPr>
        <w:t>i archiwizacyjnych.</w:t>
      </w:r>
    </w:p>
    <w:p w14:paraId="07B8F637" w14:textId="77777777" w:rsidR="008E4CE8" w:rsidRDefault="008E4CE8" w:rsidP="008E4CE8">
      <w:pPr>
        <w:tabs>
          <w:tab w:val="left" w:pos="900"/>
        </w:tabs>
        <w:spacing w:line="276" w:lineRule="auto"/>
        <w:ind w:left="900" w:hanging="36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  <w:t>Na potrzeby procesów kontroli.</w:t>
      </w:r>
    </w:p>
    <w:p w14:paraId="5DCA5453" w14:textId="77777777" w:rsidR="008E4CE8" w:rsidRDefault="008E4CE8" w:rsidP="008E4CE8">
      <w:pPr>
        <w:numPr>
          <w:ilvl w:val="0"/>
          <w:numId w:val="2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Podstawą prawną przetwarzania Pani/ Pana danych osobowych jest art. 6 ust. 1 lit. e) ww. Rozporządzenia Parlamentu Europejskiego i Rady (UE) – przetwarzanie </w:t>
      </w:r>
      <w:r>
        <w:rPr>
          <w:rFonts w:ascii="Arial" w:hAnsi="Arial" w:cs="Arial"/>
        </w:rPr>
        <w:br/>
        <w:t xml:space="preserve">jest niezbędne do wykonania zadania realizowanego w interesie publicznym </w:t>
      </w:r>
      <w:r>
        <w:rPr>
          <w:rFonts w:ascii="Arial" w:hAnsi="Arial" w:cs="Arial"/>
        </w:rPr>
        <w:br/>
        <w:t>lub w ramach sprawowania władzy publicznej</w:t>
      </w:r>
    </w:p>
    <w:p w14:paraId="3611E4C5" w14:textId="77777777" w:rsidR="008E4CE8" w:rsidRDefault="008E4CE8" w:rsidP="008E4CE8">
      <w:pPr>
        <w:numPr>
          <w:ilvl w:val="0"/>
          <w:numId w:val="2"/>
        </w:numPr>
        <w:spacing w:line="276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Kategoriami odbiorców Pani/Pana danych osobowych są pracownicy RCPS, organy kontroli, organy archiwizacji.</w:t>
      </w:r>
    </w:p>
    <w:p w14:paraId="678233A1" w14:textId="77777777" w:rsidR="008E4CE8" w:rsidRDefault="008E4CE8" w:rsidP="008E4CE8">
      <w:pPr>
        <w:numPr>
          <w:ilvl w:val="0"/>
          <w:numId w:val="2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Pani/Pana dane nie będą przekazywane do Państwa trzeciego lub organizacji międzynarodowej.</w:t>
      </w:r>
    </w:p>
    <w:p w14:paraId="09038E12" w14:textId="58635D4E" w:rsidR="008E4CE8" w:rsidRDefault="008E4CE8" w:rsidP="008E4CE8">
      <w:pPr>
        <w:numPr>
          <w:ilvl w:val="0"/>
          <w:numId w:val="2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Pani/Pana dane będą przechowywane przez okres wskazany w „jednolitym rzeczowym wykazie akt”, który stanowi załącznik do Zarządzenia Nr 1/2018 Dyrektora Regionalnego Centrum Polityki Społecznej z dnia 04.01.2018 roku w sprawie: przepisów kancelaryjnych i archiwalnych stosowanych w Regionalnym Centrum Polityki Społecznej. </w:t>
      </w:r>
    </w:p>
    <w:p w14:paraId="686DEF33" w14:textId="77777777" w:rsidR="008E4CE8" w:rsidRDefault="008E4CE8" w:rsidP="008E4CE8">
      <w:pPr>
        <w:numPr>
          <w:ilvl w:val="0"/>
          <w:numId w:val="2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 Pani/Pan prawo do żądania dostępu do swoich danych osobowych, sporządzania ich kopii oraz prawo ich sprostowania jeżeli są niezgodne ze stanem rzeczywistym, usunięcia lub ograniczenia przetwarzania tych danych, prawo </w:t>
      </w:r>
      <w:r>
        <w:rPr>
          <w:rFonts w:ascii="Arial" w:hAnsi="Arial" w:cs="Arial"/>
        </w:rPr>
        <w:br/>
        <w:t>do przenoszenia danych.</w:t>
      </w:r>
    </w:p>
    <w:p w14:paraId="5C7E6D3D" w14:textId="77777777" w:rsidR="008E4CE8" w:rsidRDefault="008E4CE8" w:rsidP="008E4CE8">
      <w:pPr>
        <w:numPr>
          <w:ilvl w:val="0"/>
          <w:numId w:val="2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 przyczyn związanych z Pani/Pana szczególną sytuacją przysługuje Pani/Panu prawo wniesienia sprzeciwu przeciwko przetwarzaniu danych.</w:t>
      </w:r>
    </w:p>
    <w:p w14:paraId="7931A4B5" w14:textId="77777777" w:rsidR="008E4CE8" w:rsidRDefault="008E4CE8" w:rsidP="008E4CE8">
      <w:pPr>
        <w:numPr>
          <w:ilvl w:val="0"/>
          <w:numId w:val="2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dowolnym momencie ma Pani/Pan prawo cofnąć udzieloną zgodę, co pozostaje jednak bez wpływu na zgodność z prawem przetwarzania, którego dokonano </w:t>
      </w:r>
      <w:r>
        <w:rPr>
          <w:rFonts w:ascii="Arial" w:hAnsi="Arial" w:cs="Arial"/>
        </w:rPr>
        <w:br/>
        <w:t>na podstawie zgody przed jej cofnięciem.</w:t>
      </w:r>
    </w:p>
    <w:p w14:paraId="0088B502" w14:textId="4F67D15D" w:rsidR="008E4CE8" w:rsidRDefault="008E4CE8" w:rsidP="008E4CE8">
      <w:pPr>
        <w:numPr>
          <w:ilvl w:val="0"/>
          <w:numId w:val="2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Podanie przez Panią/Pana danych osobowych jest dobrowolne lecz niezbędne </w:t>
      </w:r>
      <w:r>
        <w:rPr>
          <w:rFonts w:ascii="Arial" w:hAnsi="Arial" w:cs="Arial"/>
        </w:rPr>
        <w:br/>
        <w:t xml:space="preserve">do realizacji Pani/Pana zgłoszenia. </w:t>
      </w:r>
    </w:p>
    <w:p w14:paraId="5CD7C156" w14:textId="77777777" w:rsidR="008E4CE8" w:rsidRDefault="008E4CE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794CDF1" w14:textId="77777777" w:rsidR="008E4CE8" w:rsidRDefault="008E4CE8" w:rsidP="008E4CE8">
      <w:pPr>
        <w:numPr>
          <w:ilvl w:val="0"/>
          <w:numId w:val="2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Posiada Pani/Pan prawo do wniesienia skargi do organu nadzorczego zajmującego się ochroną danych osobowych gdy uzna Pani/Pan, iż przetwarzanie danych narusza przepisy ogólnego rozporządzenia o ochronie danych osobowych z dnia 27 kwietnia 2016 roku.</w:t>
      </w:r>
    </w:p>
    <w:p w14:paraId="42AD6394" w14:textId="77777777" w:rsidR="008E4CE8" w:rsidRDefault="008E4CE8" w:rsidP="008E4CE8">
      <w:pPr>
        <w:numPr>
          <w:ilvl w:val="0"/>
          <w:numId w:val="2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Pani/Pana dane osobowe nie będą przetwarzane w sposób zautomatyzowany </w:t>
      </w:r>
      <w:r>
        <w:rPr>
          <w:rFonts w:ascii="Arial" w:hAnsi="Arial" w:cs="Arial"/>
        </w:rPr>
        <w:br/>
        <w:t>(w tym przez profilowanie).</w:t>
      </w:r>
    </w:p>
    <w:p w14:paraId="47807541" w14:textId="77777777" w:rsidR="00A91D73" w:rsidRPr="00A91D73" w:rsidRDefault="00A91D73" w:rsidP="00A91D73"/>
    <w:p w14:paraId="6EDFA12F" w14:textId="77777777" w:rsidR="00A91D73" w:rsidRPr="00A91D73" w:rsidRDefault="00A91D73" w:rsidP="00A91D73"/>
    <w:sectPr w:rsidR="00A91D73" w:rsidRPr="00A91D73" w:rsidSect="009715B9">
      <w:headerReference w:type="default" r:id="rId9"/>
      <w:pgSz w:w="11906" w:h="16838"/>
      <w:pgMar w:top="1944" w:right="1417" w:bottom="851" w:left="1417" w:header="56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907AE" w14:textId="77777777" w:rsidR="0026384B" w:rsidRDefault="0026384B" w:rsidP="00D26FDF">
      <w:r>
        <w:separator/>
      </w:r>
    </w:p>
  </w:endnote>
  <w:endnote w:type="continuationSeparator" w:id="0">
    <w:p w14:paraId="0A3C3515" w14:textId="77777777" w:rsidR="0026384B" w:rsidRDefault="0026384B" w:rsidP="00D26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77E17" w14:textId="77777777" w:rsidR="0026384B" w:rsidRDefault="0026384B" w:rsidP="00D26FDF">
      <w:r>
        <w:separator/>
      </w:r>
    </w:p>
  </w:footnote>
  <w:footnote w:type="continuationSeparator" w:id="0">
    <w:p w14:paraId="2F9E965D" w14:textId="77777777" w:rsidR="0026384B" w:rsidRDefault="0026384B" w:rsidP="00D26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EBC28" w14:textId="4F8A475A" w:rsidR="008A6C69" w:rsidRDefault="00411F44" w:rsidP="008A6C69">
    <w:pPr>
      <w:pStyle w:val="Nagwek"/>
      <w:jc w:val="center"/>
    </w:pPr>
    <w:r w:rsidRPr="00C4408F">
      <w:rPr>
        <w:noProof/>
      </w:rPr>
      <w:drawing>
        <wp:anchor distT="0" distB="0" distL="114300" distR="114300" simplePos="0" relativeHeight="251659264" behindDoc="0" locked="0" layoutInCell="1" allowOverlap="1" wp14:anchorId="06E0388B" wp14:editId="32F4D4DF">
          <wp:simplePos x="0" y="0"/>
          <wp:positionH relativeFrom="column">
            <wp:posOffset>1024255</wp:posOffset>
          </wp:positionH>
          <wp:positionV relativeFrom="paragraph">
            <wp:posOffset>-93980</wp:posOffset>
          </wp:positionV>
          <wp:extent cx="4038600" cy="813848"/>
          <wp:effectExtent l="0" t="0" r="0" b="5715"/>
          <wp:wrapNone/>
          <wp:docPr id="73" name="Obraz 73" descr="\\RCPS431\dba\Organizacyjno-biurowe\Logotypy\Logo RCPS+herb+województ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RCPS431\dba\Organizacyjno-biurowe\Logotypy\Logo RCPS+herb+województw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813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C69">
      <w:t xml:space="preserve"> </w:t>
    </w:r>
  </w:p>
  <w:p w14:paraId="5357F97F" w14:textId="53E3CD81" w:rsidR="00D26FDF" w:rsidRDefault="00D26FDF" w:rsidP="009715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B7948"/>
    <w:multiLevelType w:val="hybridMultilevel"/>
    <w:tmpl w:val="789438CE"/>
    <w:lvl w:ilvl="0" w:tplc="EC3696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47341A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E00779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A7227C"/>
    <w:multiLevelType w:val="hybridMultilevel"/>
    <w:tmpl w:val="E2E4D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089211">
    <w:abstractNumId w:val="1"/>
  </w:num>
  <w:num w:numId="2" w16cid:durableId="1231767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0FB"/>
    <w:rsid w:val="0002198D"/>
    <w:rsid w:val="000678A3"/>
    <w:rsid w:val="000D062C"/>
    <w:rsid w:val="001665E0"/>
    <w:rsid w:val="001866E4"/>
    <w:rsid w:val="0026384B"/>
    <w:rsid w:val="002E33E6"/>
    <w:rsid w:val="0039409A"/>
    <w:rsid w:val="003A3E14"/>
    <w:rsid w:val="00411F44"/>
    <w:rsid w:val="0053129A"/>
    <w:rsid w:val="00543515"/>
    <w:rsid w:val="005A1073"/>
    <w:rsid w:val="005A2A15"/>
    <w:rsid w:val="006B4165"/>
    <w:rsid w:val="00727E31"/>
    <w:rsid w:val="00744D63"/>
    <w:rsid w:val="00791254"/>
    <w:rsid w:val="007A6EBC"/>
    <w:rsid w:val="00865DF4"/>
    <w:rsid w:val="00895857"/>
    <w:rsid w:val="008A6C69"/>
    <w:rsid w:val="008E4CE8"/>
    <w:rsid w:val="009715B9"/>
    <w:rsid w:val="009B0A84"/>
    <w:rsid w:val="00A91D73"/>
    <w:rsid w:val="00AE10F6"/>
    <w:rsid w:val="00C2202F"/>
    <w:rsid w:val="00C4380C"/>
    <w:rsid w:val="00D26FDF"/>
    <w:rsid w:val="00E75459"/>
    <w:rsid w:val="00EA4B9E"/>
    <w:rsid w:val="00EE357B"/>
    <w:rsid w:val="00F76927"/>
    <w:rsid w:val="00FA40FB"/>
    <w:rsid w:val="00FE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F58DBB2"/>
  <w15:docId w15:val="{260001FE-1CC1-4865-AB61-AD2596063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165"/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6F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26F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6FDF"/>
  </w:style>
  <w:style w:type="paragraph" w:styleId="Stopka">
    <w:name w:val="footer"/>
    <w:basedOn w:val="Normalny"/>
    <w:link w:val="StopkaZnak"/>
    <w:uiPriority w:val="99"/>
    <w:unhideWhenUsed/>
    <w:rsid w:val="00D26F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6FDF"/>
  </w:style>
  <w:style w:type="paragraph" w:styleId="Akapitzlist">
    <w:name w:val="List Paragraph"/>
    <w:basedOn w:val="Normalny"/>
    <w:uiPriority w:val="34"/>
    <w:qFormat/>
    <w:rsid w:val="006B416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table" w:styleId="Tabela-Siatka">
    <w:name w:val="Table Grid"/>
    <w:basedOn w:val="Standardowy"/>
    <w:uiPriority w:val="59"/>
    <w:rsid w:val="006B41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8E4CE8"/>
    <w:rPr>
      <w:color w:val="0000FF" w:themeColor="hyperlink"/>
      <w:u w:val="single"/>
    </w:rPr>
  </w:style>
  <w:style w:type="character" w:customStyle="1" w:styleId="Wyrnieniedelikatne1">
    <w:name w:val="Wyróżnienie delikatne1"/>
    <w:basedOn w:val="Domylnaczcionkaakapitu"/>
    <w:rsid w:val="008E4CE8"/>
    <w:rPr>
      <w:rFonts w:ascii="Arial" w:hAnsi="Arial" w:cs="Times New Roman" w:hint="default"/>
      <w:iCs/>
      <w:color w:val="1E7CB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rcps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gdalena%20Rydz\Pulpit\black_efs_rcps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7D6AE-896B-4515-8F9D-BDF77059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black_efs_rcps</Template>
  <TotalTime>43</TotalTime>
  <Pages>3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Rydz</dc:creator>
  <cp:keywords/>
  <dc:description/>
  <cp:lastModifiedBy>MT</cp:lastModifiedBy>
  <cp:revision>24</cp:revision>
  <dcterms:created xsi:type="dcterms:W3CDTF">2016-09-28T10:06:00Z</dcterms:created>
  <dcterms:modified xsi:type="dcterms:W3CDTF">2022-05-18T06:20:00Z</dcterms:modified>
</cp:coreProperties>
</file>